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1A71" w:rsidRPr="00E20E41" w:rsidRDefault="00F01A71" w:rsidP="00C344DC">
      <w:p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An electrician charges a $75 initial fee plus $25 per hour to repair your car. </w:t>
      </w:r>
    </w:p>
    <w:p w:rsidR="00F01A71" w:rsidRPr="00E20E41" w:rsidRDefault="00F01A71" w:rsidP="00C344DC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  <w:sectPr w:rsidR="00F01A71" w:rsidRPr="00E20E41" w:rsidSect="00B97BAB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A71" w:rsidRPr="00E20E41" w:rsidRDefault="00F01A71" w:rsidP="00C344DC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Y Intercept (b):</w:t>
      </w:r>
    </w:p>
    <w:p w:rsidR="00F01A71" w:rsidRPr="00E20E41" w:rsidRDefault="00F01A71" w:rsidP="00C344DC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y-intercept: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Slope (m):</w:t>
      </w:r>
    </w:p>
    <w:p w:rsidR="00F01A71" w:rsidRPr="00E20E41" w:rsidRDefault="00F01A71" w:rsidP="00C344DC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the slope: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Equation: </w:t>
      </w:r>
    </w:p>
    <w:p w:rsidR="00F01A71" w:rsidRPr="00E20E41" w:rsidRDefault="00F01A71" w:rsidP="00801999">
      <w:pPr>
        <w:pStyle w:val="ListParagraph"/>
        <w:ind w:left="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Independent variable (use slope as clue):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Dependent variable:</w:t>
      </w: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 xml:space="preserve">*Label the axes, choose a scale and graph </w:t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</w:p>
    <w:p w:rsidR="00F01A71" w:rsidRPr="00E20E41" w:rsidRDefault="00F01A71" w:rsidP="00106F2D">
      <w:pPr>
        <w:rPr>
          <w:rFonts w:ascii="Century Gothic" w:hAnsi="Century Gothic"/>
          <w:color w:val="000000"/>
          <w:sz w:val="36"/>
          <w:szCs w:val="3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81pt;margin-top:9.1pt;width:315pt;height:297.25pt;z-index:251658240">
            <v:imagedata r:id="rId7" o:title=""/>
            <w10:wrap type="square"/>
          </v:shape>
        </w:pict>
      </w:r>
    </w:p>
    <w:p w:rsidR="00F01A71" w:rsidRPr="00E20E41" w:rsidRDefault="00F01A71" w:rsidP="00106F2D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>*Draw a picture</w:t>
      </w: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81pt;margin-top:7.45pt;width:342pt;height:268.6pt;z-index:251659264" strokeweight="2.75pt">
            <v:textbox>
              <w:txbxContent>
                <w:p w:rsidR="00F01A71" w:rsidRDefault="00F01A71"/>
              </w:txbxContent>
            </v:textbox>
            <w10:wrap type="square"/>
          </v:shape>
        </w:pict>
      </w: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A shipping company charges a $6 service fee and $1.50 per pound to ship a package. </w:t>
      </w:r>
    </w:p>
    <w:p w:rsidR="00F01A71" w:rsidRPr="00E20E41" w:rsidRDefault="00F01A71" w:rsidP="00106F2D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  <w:sectPr w:rsidR="00F01A71" w:rsidRPr="00E20E41" w:rsidSect="00801999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Y Intercept (b):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y-intercept: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Slope (m):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the slope: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Equation: </w:t>
      </w:r>
    </w:p>
    <w:p w:rsidR="00F01A71" w:rsidRPr="00E20E41" w:rsidRDefault="00F01A71" w:rsidP="00801999">
      <w:pPr>
        <w:pStyle w:val="ListParagraph"/>
        <w:ind w:left="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Independent variable (use slope as clue):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Dependent variable:</w:t>
      </w:r>
    </w:p>
    <w:p w:rsidR="00F01A71" w:rsidRPr="00E20E41" w:rsidRDefault="00F01A71" w:rsidP="00801999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 xml:space="preserve">*Label the axes, choose a scale and graph </w:t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>
        <w:rPr>
          <w:noProof/>
        </w:rPr>
        <w:pict>
          <v:shape id="_x0000_s1028" type="#_x0000_t75" style="position:absolute;margin-left:81pt;margin-top:9.1pt;width:315pt;height:297.25pt;z-index:251660288">
            <v:imagedata r:id="rId7" o:title=""/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>*Draw a picture</w: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  <w:r>
        <w:rPr>
          <w:noProof/>
        </w:rPr>
        <w:pict>
          <v:shape id="_x0000_s1029" type="#_x0000_t202" style="position:absolute;margin-left:81pt;margin-top:7.45pt;width:342pt;height:268.6pt;z-index:251661312" strokeweight="2.75pt">
            <v:textbox>
              <w:txbxContent>
                <w:p w:rsidR="00F01A71" w:rsidRDefault="00F01A71" w:rsidP="00E20E41"/>
              </w:txbxContent>
            </v:textbox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Darla earns $6 an hour for babysitting. </w:t>
      </w:r>
    </w:p>
    <w:p w:rsidR="00F01A71" w:rsidRPr="00E20E41" w:rsidRDefault="00F01A71" w:rsidP="00106F2D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  <w:sectPr w:rsidR="00F01A71" w:rsidRPr="00E20E41" w:rsidSect="008E249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Y Intercept (b):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y-intercept: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Slope (m):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the slope: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Equation: </w:t>
      </w:r>
    </w:p>
    <w:p w:rsidR="00F01A71" w:rsidRPr="00E20E41" w:rsidRDefault="00F01A71" w:rsidP="00801999">
      <w:pPr>
        <w:pStyle w:val="ListParagraph"/>
        <w:ind w:left="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Independent variable (use slope as clue):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Dependent variable:</w:t>
      </w:r>
    </w:p>
    <w:p w:rsidR="00F01A71" w:rsidRPr="00E20E41" w:rsidRDefault="00F01A71" w:rsidP="00801999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pStyle w:val="ListParagraph"/>
        <w:rPr>
          <w:rFonts w:ascii="Arial" w:hAnsi="Arial" w:cs="Arial"/>
          <w:noProof/>
          <w:sz w:val="36"/>
          <w:szCs w:val="36"/>
        </w:rPr>
        <w:sectPr w:rsidR="00F01A71" w:rsidRPr="00E20E41" w:rsidSect="0096011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A71" w:rsidRPr="00E20E41" w:rsidRDefault="00F01A71" w:rsidP="00106F2D">
      <w:pPr>
        <w:pStyle w:val="ListParagraph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  <w:sectPr w:rsidR="00F01A71" w:rsidRPr="00E20E41" w:rsidSect="00167BFA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 xml:space="preserve">*Label the axes, choose a scale and graph </w:t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>
        <w:rPr>
          <w:noProof/>
        </w:rPr>
        <w:pict>
          <v:shape id="_x0000_s1030" type="#_x0000_t75" style="position:absolute;margin-left:81pt;margin-top:9.1pt;width:315pt;height:297.25pt;z-index:251662336">
            <v:imagedata r:id="rId7" o:title=""/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>*Draw a picture</w: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  <w:r>
        <w:rPr>
          <w:noProof/>
        </w:rPr>
        <w:pict>
          <v:shape id="_x0000_s1031" type="#_x0000_t202" style="position:absolute;margin-left:81pt;margin-top:7.45pt;width:342pt;height:268.6pt;z-index:251663360" strokeweight="2.75pt">
            <v:textbox>
              <w:txbxContent>
                <w:p w:rsidR="00F01A71" w:rsidRDefault="00F01A71" w:rsidP="00E20E41"/>
              </w:txbxContent>
            </v:textbox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  <w:sectPr w:rsidR="00F01A71" w:rsidRPr="00E20E41" w:rsidSect="0019120F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E20E41">
        <w:rPr>
          <w:rFonts w:ascii="Century Gothic" w:hAnsi="Century Gothic"/>
          <w:sz w:val="36"/>
          <w:szCs w:val="36"/>
        </w:rPr>
        <w:t>Belinda is $10 in debt and is earning $4 an hour working as a lifeguard at the neighborhood swimming pool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Y Intercept (b):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y-intercept: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Slope (m):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the slope: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Equation: </w:t>
      </w:r>
    </w:p>
    <w:p w:rsidR="00F01A71" w:rsidRPr="00E20E41" w:rsidRDefault="00F01A71" w:rsidP="00801999">
      <w:pPr>
        <w:pStyle w:val="ListParagraph"/>
        <w:ind w:left="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Independent variable (use slope as clue):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Dependent variable:</w:t>
      </w:r>
    </w:p>
    <w:p w:rsidR="00F01A71" w:rsidRPr="00E20E41" w:rsidRDefault="00F01A71" w:rsidP="00801999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 xml:space="preserve">*Label the axes, choose a scale and graph </w:t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>
        <w:rPr>
          <w:noProof/>
        </w:rPr>
        <w:pict>
          <v:shape id="_x0000_s1032" type="#_x0000_t75" style="position:absolute;margin-left:81pt;margin-top:9.1pt;width:315pt;height:297.25pt;z-index:251664384">
            <v:imagedata r:id="rId7" o:title=""/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>*Draw a picture</w: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  <w:r>
        <w:rPr>
          <w:noProof/>
        </w:rPr>
        <w:pict>
          <v:shape id="_x0000_s1033" type="#_x0000_t202" style="position:absolute;margin-left:81pt;margin-top:7.45pt;width:342pt;height:268.6pt;z-index:251665408" strokeweight="2.75pt">
            <v:textbox>
              <w:txbxContent>
                <w:p w:rsidR="00F01A71" w:rsidRDefault="00F01A71" w:rsidP="00E20E41"/>
              </w:txbxContent>
            </v:textbox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Default="00F01A71" w:rsidP="00106F2D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Lara’s aunt gave her $35 for her birthday and Lara put it in a savings account. Lara’s aunt also told her that she would give her $5 a month to add to the account. </w:t>
      </w:r>
    </w:p>
    <w:p w:rsidR="00F01A71" w:rsidRPr="00E20E41" w:rsidRDefault="00F01A71" w:rsidP="00106F2D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  <w:sectPr w:rsidR="00F01A71" w:rsidRPr="00E20E41" w:rsidSect="008E2497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Y Intercept (b):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y-intercept: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Slope (m):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the slope: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Equation: </w:t>
      </w:r>
    </w:p>
    <w:p w:rsidR="00F01A71" w:rsidRPr="00E20E41" w:rsidRDefault="00F01A71" w:rsidP="00801999">
      <w:pPr>
        <w:pStyle w:val="ListParagraph"/>
        <w:ind w:left="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Independent variable (use slope as clue):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Dependent variable:</w:t>
      </w:r>
    </w:p>
    <w:p w:rsidR="00F01A71" w:rsidRPr="00E20E41" w:rsidRDefault="00F01A71" w:rsidP="00801999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pStyle w:val="ListParagraph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pStyle w:val="ListParagraph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 xml:space="preserve">*Label the axes, choose a scale and graph </w:t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>
        <w:rPr>
          <w:noProof/>
        </w:rPr>
        <w:pict>
          <v:shape id="_x0000_s1034" type="#_x0000_t75" style="position:absolute;margin-left:81pt;margin-top:9.1pt;width:315pt;height:297.25pt;z-index:251666432">
            <v:imagedata r:id="rId7" o:title=""/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>*Draw a picture</w: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  <w:r>
        <w:rPr>
          <w:noProof/>
        </w:rPr>
        <w:pict>
          <v:shape id="_x0000_s1035" type="#_x0000_t202" style="position:absolute;margin-left:81pt;margin-top:7.45pt;width:342pt;height:268.6pt;z-index:251667456" strokeweight="2.75pt">
            <v:textbox>
              <w:txbxContent>
                <w:p w:rsidR="00F01A71" w:rsidRDefault="00F01A71" w:rsidP="00E20E41"/>
              </w:txbxContent>
            </v:textbox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106F2D">
      <w:p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Jamie is $25 in debt. He is earning $20 a week at his part time job. </w:t>
      </w:r>
    </w:p>
    <w:p w:rsidR="00F01A71" w:rsidRPr="00E20E41" w:rsidRDefault="00F01A71" w:rsidP="00106F2D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  <w:sectPr w:rsidR="00F01A71" w:rsidRPr="00E20E41" w:rsidSect="00106F2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A71" w:rsidRPr="00E20E41" w:rsidRDefault="00F01A71" w:rsidP="00106F2D">
      <w:pPr>
        <w:pStyle w:val="ListParagraph"/>
        <w:rPr>
          <w:rFonts w:ascii="Arial" w:hAnsi="Arial" w:cs="Arial"/>
          <w:noProof/>
          <w:sz w:val="36"/>
          <w:szCs w:val="36"/>
        </w:rPr>
        <w:sectPr w:rsidR="00F01A71" w:rsidRPr="00E20E41" w:rsidSect="008E24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01A71" w:rsidRPr="00E20E41" w:rsidRDefault="00F01A71" w:rsidP="00106F2D">
      <w:pPr>
        <w:pStyle w:val="ListParagraph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Y Intercept (b):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y-intercept: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Slope (m):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the slope: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Equation: </w:t>
      </w:r>
    </w:p>
    <w:p w:rsidR="00F01A71" w:rsidRPr="00E20E41" w:rsidRDefault="00F01A71" w:rsidP="00801999">
      <w:pPr>
        <w:pStyle w:val="ListParagraph"/>
        <w:ind w:left="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Independent variable (use slope as clue):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Dependent variable:</w:t>
      </w:r>
    </w:p>
    <w:p w:rsidR="00F01A71" w:rsidRPr="00E20E41" w:rsidRDefault="00F01A71" w:rsidP="00801999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 xml:space="preserve">*Label the axes, choose a scale and graph </w:t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>
        <w:rPr>
          <w:noProof/>
        </w:rPr>
        <w:pict>
          <v:shape id="_x0000_s1036" type="#_x0000_t75" style="position:absolute;margin-left:81pt;margin-top:9.1pt;width:315pt;height:297.25pt;z-index:251668480">
            <v:imagedata r:id="rId7" o:title=""/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>*Draw a picture</w: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  <w:r>
        <w:rPr>
          <w:noProof/>
        </w:rPr>
        <w:pict>
          <v:shape id="_x0000_s1037" type="#_x0000_t202" style="position:absolute;margin-left:81pt;margin-top:7.45pt;width:342pt;height:268.6pt;z-index:251669504" strokeweight="2.75pt">
            <v:textbox>
              <w:txbxContent>
                <w:p w:rsidR="00F01A71" w:rsidRDefault="00F01A71" w:rsidP="00E20E41"/>
              </w:txbxContent>
            </v:textbox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Jason has $25 to spend on lunch. He spends $5 a day in the school cafeteria. </w:t>
      </w:r>
    </w:p>
    <w:p w:rsidR="00F01A71" w:rsidRPr="00E20E41" w:rsidRDefault="00F01A71" w:rsidP="007A666B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  <w:sectPr w:rsidR="00F01A71" w:rsidRPr="00E20E41" w:rsidSect="00106F2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A71" w:rsidRPr="00E20E41" w:rsidRDefault="00F01A71" w:rsidP="007A666B">
      <w:pPr>
        <w:pStyle w:val="ListParagraph"/>
        <w:rPr>
          <w:rFonts w:ascii="Arial" w:hAnsi="Arial" w:cs="Arial"/>
          <w:noProof/>
          <w:sz w:val="36"/>
          <w:szCs w:val="36"/>
        </w:rPr>
        <w:sectPr w:rsidR="00F01A71" w:rsidRPr="00E20E41" w:rsidSect="008E24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Y Intercept (b):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y-intercept: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Slope (m):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the slope: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Equation: </w:t>
      </w:r>
    </w:p>
    <w:p w:rsidR="00F01A71" w:rsidRPr="00E20E41" w:rsidRDefault="00F01A71" w:rsidP="00801999">
      <w:pPr>
        <w:pStyle w:val="ListParagraph"/>
        <w:ind w:left="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Independent variable (use slope as clue):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Dependent variable:</w:t>
      </w:r>
    </w:p>
    <w:p w:rsidR="00F01A71" w:rsidRPr="00E20E41" w:rsidRDefault="00F01A71" w:rsidP="00801999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 xml:space="preserve">*Label the axes, choose a scale and graph </w:t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>
        <w:rPr>
          <w:noProof/>
        </w:rPr>
        <w:pict>
          <v:shape id="_x0000_s1038" type="#_x0000_t75" style="position:absolute;margin-left:81pt;margin-top:9.1pt;width:315pt;height:297.25pt;z-index:251670528">
            <v:imagedata r:id="rId7" o:title=""/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>*Draw a picture</w: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  <w:r>
        <w:rPr>
          <w:noProof/>
        </w:rPr>
        <w:pict>
          <v:shape id="_x0000_s1039" type="#_x0000_t202" style="position:absolute;margin-left:81pt;margin-top:7.45pt;width:342pt;height:268.6pt;z-index:251671552" strokeweight="2.75pt">
            <v:textbox>
              <w:txbxContent>
                <w:p w:rsidR="00F01A71" w:rsidRDefault="00F01A71" w:rsidP="00E20E41"/>
              </w:txbxContent>
            </v:textbox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Ja</w:t>
      </w:r>
      <w:r w:rsidRPr="00E20E41">
        <w:rPr>
          <w:rFonts w:ascii="Century Gothic" w:hAnsi="Century Gothic"/>
          <w:sz w:val="36"/>
          <w:szCs w:val="36"/>
        </w:rPr>
        <w:t xml:space="preserve">cob has $55 in his savings account and is earning $5 a day. </w:t>
      </w:r>
    </w:p>
    <w:p w:rsidR="00F01A71" w:rsidRPr="00E20E41" w:rsidRDefault="00F01A71" w:rsidP="007A666B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  <w:sectPr w:rsidR="00F01A71" w:rsidRPr="00E20E41" w:rsidSect="00106F2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A71" w:rsidRPr="00E20E41" w:rsidRDefault="00F01A71" w:rsidP="007A666B">
      <w:pPr>
        <w:pStyle w:val="ListParagraph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Y Intercept (b):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y-intercept: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Slope (m):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the slope: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Equation: </w:t>
      </w:r>
    </w:p>
    <w:p w:rsidR="00F01A71" w:rsidRPr="00E20E41" w:rsidRDefault="00F01A71" w:rsidP="00801999">
      <w:pPr>
        <w:pStyle w:val="ListParagraph"/>
        <w:ind w:left="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Independent variable (use slope as clue):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Dependent variable:</w:t>
      </w:r>
    </w:p>
    <w:p w:rsidR="00F01A71" w:rsidRPr="00E20E41" w:rsidRDefault="00F01A71" w:rsidP="00801999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</w:p>
    <w:p w:rsidR="00F01A71" w:rsidRDefault="00F01A71" w:rsidP="007A666B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 xml:space="preserve">*Label the axes, choose a scale and graph </w:t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>
        <w:rPr>
          <w:noProof/>
        </w:rPr>
        <w:pict>
          <v:shape id="_x0000_s1040" type="#_x0000_t75" style="position:absolute;margin-left:81pt;margin-top:9.1pt;width:315pt;height:297.25pt;z-index:251672576">
            <v:imagedata r:id="rId7" o:title=""/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>*Draw a picture</w: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  <w:r>
        <w:rPr>
          <w:noProof/>
        </w:rPr>
        <w:pict>
          <v:shape id="_x0000_s1041" type="#_x0000_t202" style="position:absolute;margin-left:81pt;margin-top:7.45pt;width:342pt;height:268.6pt;z-index:251673600" strokeweight="2.75pt">
            <v:textbox>
              <w:txbxContent>
                <w:p w:rsidR="00F01A71" w:rsidRDefault="00F01A71" w:rsidP="00E20E41"/>
              </w:txbxContent>
            </v:textbox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Andrew has $5 in his checking account. He earns $55 a day at his job. </w:t>
      </w:r>
    </w:p>
    <w:p w:rsidR="00F01A71" w:rsidRPr="00E20E41" w:rsidRDefault="00F01A71" w:rsidP="007A666B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  <w:sectPr w:rsidR="00F01A71" w:rsidRPr="00E20E41" w:rsidSect="00106F2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Y Intercept (b):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y-intercept: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Slope (m):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the slope: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Equation: </w:t>
      </w:r>
    </w:p>
    <w:p w:rsidR="00F01A71" w:rsidRPr="00E20E41" w:rsidRDefault="00F01A71" w:rsidP="00801999">
      <w:pPr>
        <w:pStyle w:val="ListParagraph"/>
        <w:ind w:left="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Independent variable (use slope as clue):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Dependent variable:</w:t>
      </w:r>
    </w:p>
    <w:p w:rsidR="00F01A71" w:rsidRPr="00E20E41" w:rsidRDefault="00F01A71" w:rsidP="00801999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pStyle w:val="ListParagraph"/>
        <w:rPr>
          <w:rFonts w:ascii="Arial" w:hAnsi="Arial" w:cs="Arial"/>
          <w:noProof/>
          <w:sz w:val="36"/>
          <w:szCs w:val="36"/>
        </w:rPr>
      </w:pPr>
    </w:p>
    <w:p w:rsidR="00F01A71" w:rsidRPr="00E20E41" w:rsidRDefault="00F01A71" w:rsidP="007A666B">
      <w:pPr>
        <w:pStyle w:val="ListParagraph"/>
        <w:rPr>
          <w:rFonts w:ascii="Arial" w:hAnsi="Arial" w:cs="Arial"/>
          <w:noProof/>
          <w:sz w:val="36"/>
          <w:szCs w:val="36"/>
        </w:rPr>
      </w:pPr>
    </w:p>
    <w:p w:rsidR="00F01A71" w:rsidRPr="00E20E41" w:rsidRDefault="00F01A71" w:rsidP="007A666B">
      <w:pPr>
        <w:pStyle w:val="ListParagraph"/>
        <w:rPr>
          <w:rFonts w:ascii="Arial" w:hAnsi="Arial" w:cs="Arial"/>
          <w:noProof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 xml:space="preserve">*Label the axes, choose a scale and graph </w:t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>
        <w:rPr>
          <w:noProof/>
        </w:rPr>
        <w:pict>
          <v:shape id="_x0000_s1042" type="#_x0000_t75" style="position:absolute;margin-left:81pt;margin-top:9.1pt;width:315pt;height:297.25pt;z-index:251674624">
            <v:imagedata r:id="rId7" o:title=""/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>*Draw a picture</w: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  <w:r>
        <w:rPr>
          <w:noProof/>
        </w:rPr>
        <w:pict>
          <v:shape id="_x0000_s1043" type="#_x0000_t202" style="position:absolute;margin-left:81pt;margin-top:7.45pt;width:342pt;height:268.6pt;z-index:251675648" strokeweight="2.75pt">
            <v:textbox>
              <w:txbxContent>
                <w:p w:rsidR="00F01A71" w:rsidRDefault="00F01A71" w:rsidP="00E20E41"/>
              </w:txbxContent>
            </v:textbox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A tank holds 200 gallons of water. A pump is draining the full tank at a rate of 25 gallons per hour. </w:t>
      </w:r>
    </w:p>
    <w:p w:rsidR="00F01A71" w:rsidRPr="00E20E41" w:rsidRDefault="00F01A71" w:rsidP="007A666B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  <w:sectPr w:rsidR="00F01A71" w:rsidRPr="00E20E41" w:rsidSect="00106F2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A71" w:rsidRPr="00E20E41" w:rsidRDefault="00F01A71" w:rsidP="007A666B">
      <w:pPr>
        <w:pStyle w:val="ListParagraph"/>
        <w:rPr>
          <w:rFonts w:ascii="Arial" w:hAnsi="Arial" w:cs="Arial"/>
          <w:noProof/>
          <w:sz w:val="36"/>
          <w:szCs w:val="36"/>
        </w:rPr>
        <w:sectPr w:rsidR="00F01A71" w:rsidRPr="00E20E41" w:rsidSect="008E24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Y Intercept (b):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y-intercept: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Slope (m):</w:t>
      </w: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the slope: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Equation: </w:t>
      </w:r>
    </w:p>
    <w:p w:rsidR="00F01A71" w:rsidRPr="00E20E41" w:rsidRDefault="00F01A71" w:rsidP="00801999">
      <w:pPr>
        <w:pStyle w:val="ListParagraph"/>
        <w:ind w:left="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Independent variable (use slope as clue):</w:t>
      </w:r>
    </w:p>
    <w:p w:rsidR="00F01A71" w:rsidRPr="00E20E41" w:rsidRDefault="00F01A71" w:rsidP="00801999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801999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Dependent variable:</w:t>
      </w:r>
    </w:p>
    <w:p w:rsidR="00F01A71" w:rsidRPr="00E20E41" w:rsidRDefault="00F01A71" w:rsidP="00801999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pStyle w:val="ListParagraph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 xml:space="preserve">*Label the axes, choose a scale and graph </w:t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>
        <w:rPr>
          <w:noProof/>
        </w:rPr>
        <w:pict>
          <v:shape id="_x0000_s1044" type="#_x0000_t75" style="position:absolute;margin-left:81pt;margin-top:9.1pt;width:315pt;height:297.25pt;z-index:251676672">
            <v:imagedata r:id="rId7" o:title=""/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>*Draw a picture</w: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  <w:r>
        <w:rPr>
          <w:noProof/>
        </w:rPr>
        <w:pict>
          <v:shape id="_x0000_s1045" type="#_x0000_t202" style="position:absolute;margin-left:81pt;margin-top:7.45pt;width:342pt;height:268.6pt;z-index:251677696" strokeweight="2.75pt">
            <v:textbox>
              <w:txbxContent>
                <w:p w:rsidR="00F01A71" w:rsidRDefault="00F01A71" w:rsidP="00E20E41"/>
              </w:txbxContent>
            </v:textbox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7A666B">
      <w:pPr>
        <w:rPr>
          <w:rFonts w:ascii="Century Gothic" w:hAnsi="Century Gothic"/>
          <w:sz w:val="36"/>
          <w:szCs w:val="36"/>
        </w:rPr>
      </w:pPr>
      <w:r>
        <w:rPr>
          <w:rFonts w:ascii="Century Gothic" w:hAnsi="Century Gothic"/>
          <w:sz w:val="36"/>
          <w:szCs w:val="36"/>
        </w:rPr>
        <w:t>A</w:t>
      </w:r>
      <w:r w:rsidRPr="00E20E41">
        <w:rPr>
          <w:rFonts w:ascii="Century Gothic" w:hAnsi="Century Gothic"/>
          <w:sz w:val="36"/>
          <w:szCs w:val="36"/>
        </w:rPr>
        <w:t xml:space="preserve"> submarine is 200 meters below the surface of the ocean. It is descending at a rate of 15 meters every minute. </w:t>
      </w:r>
    </w:p>
    <w:p w:rsidR="00F01A71" w:rsidRPr="00E20E41" w:rsidRDefault="00F01A71" w:rsidP="007A666B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  <w:sectPr w:rsidR="00F01A71" w:rsidRPr="00E20E41" w:rsidSect="00106F2D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F01A71" w:rsidRPr="00E20E41" w:rsidRDefault="00F01A71" w:rsidP="00E20E41">
      <w:pPr>
        <w:pStyle w:val="ListParagraph"/>
        <w:rPr>
          <w:rFonts w:ascii="Arial" w:hAnsi="Arial" w:cs="Arial"/>
          <w:noProof/>
          <w:sz w:val="36"/>
          <w:szCs w:val="36"/>
        </w:rPr>
        <w:sectPr w:rsidR="00F01A71" w:rsidRPr="00E20E41" w:rsidSect="008E249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F01A71" w:rsidRPr="00E20E41" w:rsidRDefault="00F01A71" w:rsidP="00E20E41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Y Intercept (b):</w:t>
      </w:r>
    </w:p>
    <w:p w:rsidR="00F01A71" w:rsidRPr="00E20E41" w:rsidRDefault="00F01A71" w:rsidP="00E20E41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y-intercept:</w:t>
      </w:r>
    </w:p>
    <w:p w:rsidR="00F01A71" w:rsidRPr="00E20E41" w:rsidRDefault="00F01A71" w:rsidP="00E20E41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Slope (m):</w:t>
      </w:r>
    </w:p>
    <w:p w:rsidR="00F01A71" w:rsidRPr="00E20E41" w:rsidRDefault="00F01A71" w:rsidP="00E20E41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Meaning of the slope:</w:t>
      </w:r>
    </w:p>
    <w:p w:rsidR="00F01A71" w:rsidRPr="00E20E41" w:rsidRDefault="00F01A71" w:rsidP="00E20E41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 xml:space="preserve">Equation: </w:t>
      </w:r>
    </w:p>
    <w:p w:rsidR="00F01A71" w:rsidRPr="00E20E41" w:rsidRDefault="00F01A71" w:rsidP="00E20E41">
      <w:pPr>
        <w:pStyle w:val="ListParagraph"/>
        <w:ind w:left="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Independent variable (use slope as clue):</w:t>
      </w:r>
    </w:p>
    <w:p w:rsidR="00F01A71" w:rsidRPr="00E20E41" w:rsidRDefault="00F01A71" w:rsidP="00E20E41">
      <w:pPr>
        <w:pStyle w:val="ListParagraph"/>
        <w:ind w:left="180"/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pStyle w:val="ListParagraph"/>
        <w:numPr>
          <w:ilvl w:val="0"/>
          <w:numId w:val="1"/>
        </w:numPr>
        <w:rPr>
          <w:rFonts w:ascii="Century Gothic" w:hAnsi="Century Gothic"/>
          <w:sz w:val="36"/>
          <w:szCs w:val="36"/>
        </w:rPr>
      </w:pPr>
      <w:r w:rsidRPr="00E20E41">
        <w:rPr>
          <w:rFonts w:ascii="Century Gothic" w:hAnsi="Century Gothic"/>
          <w:sz w:val="36"/>
          <w:szCs w:val="36"/>
        </w:rPr>
        <w:t>Dependent variable:</w:t>
      </w:r>
    </w:p>
    <w:p w:rsidR="00F01A71" w:rsidRDefault="00F01A71" w:rsidP="00167BFA">
      <w:pPr>
        <w:pStyle w:val="ListParagraph"/>
        <w:rPr>
          <w:sz w:val="36"/>
          <w:szCs w:val="36"/>
        </w:rPr>
      </w:pPr>
    </w:p>
    <w:p w:rsidR="00F01A71" w:rsidRDefault="00F01A71" w:rsidP="00167BFA">
      <w:pPr>
        <w:pStyle w:val="ListParagraph"/>
        <w:rPr>
          <w:sz w:val="36"/>
          <w:szCs w:val="36"/>
        </w:rPr>
      </w:pPr>
    </w:p>
    <w:p w:rsidR="00F01A71" w:rsidRDefault="00F01A71" w:rsidP="00167BFA">
      <w:pPr>
        <w:pStyle w:val="ListParagraph"/>
        <w:rPr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 xml:space="preserve">*Label the axes, choose a scale and graph </w:t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  <w:r w:rsidRPr="00E20E41">
        <w:rPr>
          <w:rFonts w:ascii="Century Gothic" w:hAnsi="Century Gothic"/>
          <w:color w:val="000000"/>
          <w:sz w:val="36"/>
          <w:szCs w:val="36"/>
        </w:rPr>
        <w:tab/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>
        <w:rPr>
          <w:noProof/>
        </w:rPr>
        <w:pict>
          <v:shape id="_x0000_s1046" type="#_x0000_t75" style="position:absolute;margin-left:81pt;margin-top:9.1pt;width:315pt;height:297.25pt;z-index:251678720">
            <v:imagedata r:id="rId7" o:title=""/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color w:val="000000"/>
          <w:sz w:val="36"/>
          <w:szCs w:val="36"/>
        </w:rPr>
      </w:pPr>
      <w:r w:rsidRPr="00E20E41">
        <w:rPr>
          <w:rFonts w:ascii="Century Gothic" w:hAnsi="Century Gothic"/>
          <w:color w:val="000000"/>
          <w:sz w:val="36"/>
          <w:szCs w:val="36"/>
        </w:rPr>
        <w:t>*Draw a picture</w: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  <w:r>
        <w:rPr>
          <w:noProof/>
        </w:rPr>
        <w:pict>
          <v:shape id="_x0000_s1047" type="#_x0000_t202" style="position:absolute;margin-left:81pt;margin-top:7.45pt;width:342pt;height:268.6pt;z-index:251679744" strokeweight="2.75pt">
            <v:textbox>
              <w:txbxContent>
                <w:p w:rsidR="00F01A71" w:rsidRDefault="00F01A71" w:rsidP="00E20E41"/>
              </w:txbxContent>
            </v:textbox>
            <w10:wrap type="square"/>
          </v:shape>
        </w:pict>
      </w: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rPr>
          <w:rFonts w:ascii="Century Gothic" w:hAnsi="Century Gothic"/>
          <w:sz w:val="36"/>
          <w:szCs w:val="36"/>
        </w:rPr>
      </w:pPr>
    </w:p>
    <w:p w:rsidR="00F01A71" w:rsidRPr="00E20E41" w:rsidRDefault="00F01A71" w:rsidP="00E20E41">
      <w:pPr>
        <w:pStyle w:val="ListParagraph"/>
        <w:ind w:left="0"/>
        <w:rPr>
          <w:sz w:val="36"/>
          <w:szCs w:val="36"/>
        </w:rPr>
      </w:pPr>
    </w:p>
    <w:sectPr w:rsidR="00F01A71" w:rsidRPr="00E20E41" w:rsidSect="00106F2D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1A71" w:rsidRDefault="00F01A71" w:rsidP="00106F2D">
      <w:pPr>
        <w:spacing w:after="0" w:line="240" w:lineRule="auto"/>
      </w:pPr>
      <w:r>
        <w:separator/>
      </w:r>
    </w:p>
  </w:endnote>
  <w:endnote w:type="continuationSeparator" w:id="1">
    <w:p w:rsidR="00F01A71" w:rsidRDefault="00F01A71" w:rsidP="00106F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1A71" w:rsidRDefault="00F01A71" w:rsidP="00106F2D">
      <w:pPr>
        <w:spacing w:after="0" w:line="240" w:lineRule="auto"/>
      </w:pPr>
      <w:r>
        <w:separator/>
      </w:r>
    </w:p>
  </w:footnote>
  <w:footnote w:type="continuationSeparator" w:id="1">
    <w:p w:rsidR="00F01A71" w:rsidRDefault="00F01A71" w:rsidP="00106F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3602D6"/>
    <w:multiLevelType w:val="hybridMultilevel"/>
    <w:tmpl w:val="16B44A3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44DC"/>
    <w:rsid w:val="00106F2D"/>
    <w:rsid w:val="00167BFA"/>
    <w:rsid w:val="0019120F"/>
    <w:rsid w:val="004D422F"/>
    <w:rsid w:val="005C3695"/>
    <w:rsid w:val="007A666B"/>
    <w:rsid w:val="00801999"/>
    <w:rsid w:val="008E2497"/>
    <w:rsid w:val="009464B7"/>
    <w:rsid w:val="0096011D"/>
    <w:rsid w:val="00A22C4A"/>
    <w:rsid w:val="00B97BAB"/>
    <w:rsid w:val="00C344DC"/>
    <w:rsid w:val="00E20E41"/>
    <w:rsid w:val="00E62F27"/>
    <w:rsid w:val="00E924B7"/>
    <w:rsid w:val="00F01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BA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344DC"/>
    <w:pPr>
      <w:ind w:left="720"/>
    </w:pPr>
  </w:style>
  <w:style w:type="table" w:styleId="TableGrid">
    <w:name w:val="Table Grid"/>
    <w:basedOn w:val="TableNormal"/>
    <w:uiPriority w:val="99"/>
    <w:rsid w:val="00C344DC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344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344D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rsid w:val="00106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06F2D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106F2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106F2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31</TotalTime>
  <Pages>22</Pages>
  <Words>533</Words>
  <Characters>3043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 electrician charges a $75 initial fee plus $25 per hour to repair your car</dc:title>
  <dc:subject/>
  <dc:creator>Owner</dc:creator>
  <cp:keywords/>
  <dc:description/>
  <cp:lastModifiedBy>HISD</cp:lastModifiedBy>
  <cp:revision>2</cp:revision>
  <cp:lastPrinted>2010-11-11T13:18:00Z</cp:lastPrinted>
  <dcterms:created xsi:type="dcterms:W3CDTF">2010-11-11T13:29:00Z</dcterms:created>
  <dcterms:modified xsi:type="dcterms:W3CDTF">2010-11-11T13:29:00Z</dcterms:modified>
</cp:coreProperties>
</file>